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B0" w:rsidRPr="00EF40DE" w:rsidRDefault="00D05DB0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 w:rsidRPr="00EF40DE">
        <w:rPr>
          <w:rFonts w:ascii="Times-Roman" w:hAnsi="Times-Roman" w:cs="Times-Roman"/>
          <w:sz w:val="24"/>
          <w:szCs w:val="24"/>
        </w:rPr>
        <w:t>Załącznik nr 1</w:t>
      </w:r>
    </w:p>
    <w:p w:rsidR="00D05DB0" w:rsidRDefault="00D05DB0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</w:rPr>
      </w:pPr>
    </w:p>
    <w:p w:rsidR="00D05DB0" w:rsidRDefault="00D05DB0" w:rsidP="00BA1ED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                                              OFERTA</w:t>
      </w:r>
    </w:p>
    <w:p w:rsidR="00D05DB0" w:rsidRPr="00EF40DE" w:rsidRDefault="00D05DB0" w:rsidP="00EF40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D05DB0" w:rsidRDefault="00D05DB0" w:rsidP="00EF40DE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………………………</w:t>
      </w:r>
    </w:p>
    <w:p w:rsidR="00D05DB0" w:rsidRPr="004F0B1C" w:rsidRDefault="00D05DB0" w:rsidP="00EF40D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-Roman" w:hAnsi="Times-Roman" w:cs="Times-Roman"/>
          <w:sz w:val="24"/>
          <w:szCs w:val="24"/>
        </w:rPr>
      </w:pPr>
      <w:r w:rsidRPr="004F0B1C">
        <w:rPr>
          <w:rFonts w:ascii="Times-Roman" w:hAnsi="Times-Roman" w:cs="Times-Roman"/>
          <w:sz w:val="24"/>
          <w:szCs w:val="24"/>
        </w:rPr>
        <w:t>Miejscowość i data</w:t>
      </w:r>
    </w:p>
    <w:p w:rsidR="00D05DB0" w:rsidRDefault="00D05DB0" w:rsidP="00EF40D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</w:rPr>
      </w:pPr>
    </w:p>
    <w:p w:rsidR="00D05DB0" w:rsidRDefault="00D05DB0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</w:rPr>
      </w:pPr>
    </w:p>
    <w:p w:rsidR="00D05DB0" w:rsidRPr="00274220" w:rsidRDefault="00D05DB0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274220">
        <w:rPr>
          <w:rFonts w:ascii="Times-Roman" w:hAnsi="Times-Roman" w:cs="Times-Roman"/>
          <w:sz w:val="24"/>
          <w:szCs w:val="24"/>
        </w:rPr>
        <w:t xml:space="preserve"> …………………………………………………………</w:t>
      </w:r>
      <w:r>
        <w:rPr>
          <w:rFonts w:ascii="Times-Roman" w:hAnsi="Times-Roman" w:cs="Times-Roman"/>
          <w:sz w:val="24"/>
          <w:szCs w:val="24"/>
        </w:rPr>
        <w:t>…………………………………</w:t>
      </w:r>
    </w:p>
    <w:p w:rsidR="00D05DB0" w:rsidRPr="00A06BD8" w:rsidRDefault="00D05DB0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A06BD8"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</w:t>
      </w:r>
      <w:r>
        <w:rPr>
          <w:rFonts w:ascii="Times-Roman" w:hAnsi="Times-Roman" w:cs="Times-Roman"/>
          <w:sz w:val="24"/>
          <w:szCs w:val="24"/>
        </w:rPr>
        <w:t>………….</w:t>
      </w:r>
      <w:r w:rsidRPr="00A06BD8">
        <w:rPr>
          <w:rFonts w:ascii="Times-Roman" w:hAnsi="Times-Roman" w:cs="Times-Roman"/>
          <w:sz w:val="24"/>
          <w:szCs w:val="24"/>
        </w:rPr>
        <w:t>……</w:t>
      </w:r>
    </w:p>
    <w:p w:rsidR="00D05DB0" w:rsidRPr="00A06BD8" w:rsidRDefault="00D05DB0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Imię nazwisko oraz m</w:t>
      </w:r>
      <w:r w:rsidRPr="00A06BD8">
        <w:rPr>
          <w:rFonts w:ascii="Times-Roman" w:hAnsi="Times-Roman" w:cs="Times-Roman"/>
          <w:sz w:val="24"/>
          <w:szCs w:val="24"/>
        </w:rPr>
        <w:t xml:space="preserve">iejsce zamieszkania  lub nazwa </w:t>
      </w:r>
      <w:r>
        <w:rPr>
          <w:rFonts w:ascii="Times-Roman" w:hAnsi="Times-Roman" w:cs="Times-Roman"/>
          <w:sz w:val="24"/>
          <w:szCs w:val="24"/>
        </w:rPr>
        <w:t>i</w:t>
      </w:r>
      <w:r w:rsidRPr="00A06BD8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adres siedziby składającego ofertę</w:t>
      </w:r>
    </w:p>
    <w:p w:rsidR="00D05DB0" w:rsidRPr="006F5037" w:rsidRDefault="00D05DB0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6F5037">
        <w:rPr>
          <w:rFonts w:ascii="Times-Roman" w:hAnsi="Times-Roman" w:cs="Times-Roman"/>
          <w:sz w:val="24"/>
          <w:szCs w:val="24"/>
        </w:rPr>
        <w:t>Tel. …………………………………………..</w:t>
      </w:r>
    </w:p>
    <w:p w:rsidR="00D05DB0" w:rsidRPr="00713340" w:rsidRDefault="00D05DB0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713340">
        <w:rPr>
          <w:rFonts w:ascii="Times-Roman" w:hAnsi="Times-Roman" w:cs="Times-Roman"/>
          <w:sz w:val="24"/>
          <w:szCs w:val="24"/>
        </w:rPr>
        <w:t>e-mail ………………………………………..</w:t>
      </w:r>
    </w:p>
    <w:p w:rsidR="00D05DB0" w:rsidRPr="00713340" w:rsidRDefault="00D05DB0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713340">
        <w:rPr>
          <w:rFonts w:ascii="Times-Roman" w:hAnsi="Times-Roman" w:cs="Times-Roman"/>
          <w:sz w:val="24"/>
          <w:szCs w:val="24"/>
        </w:rPr>
        <w:t xml:space="preserve"> 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 w:rsidRPr="00274220">
        <w:rPr>
          <w:rFonts w:ascii="Times-Roman" w:hAnsi="Times-Roman" w:cs="Times-Roman"/>
          <w:sz w:val="24"/>
          <w:szCs w:val="24"/>
        </w:rPr>
        <w:t>1.</w:t>
      </w:r>
      <w:r>
        <w:rPr>
          <w:rFonts w:ascii="Times-Roman" w:hAnsi="Times-Roman" w:cs="Times-Roman"/>
          <w:sz w:val="24"/>
          <w:szCs w:val="24"/>
        </w:rPr>
        <w:tab/>
      </w:r>
      <w:r w:rsidRPr="00274220">
        <w:rPr>
          <w:rFonts w:ascii="Times-Roman" w:hAnsi="Times-Roman" w:cs="Times-Roman"/>
          <w:sz w:val="24"/>
          <w:szCs w:val="24"/>
        </w:rPr>
        <w:t xml:space="preserve"> Ja niżej podpisany/a oświadczam, że zapoznałem się z warunkami postępowania określonymi w ogł</w:t>
      </w:r>
      <w:r>
        <w:rPr>
          <w:rFonts w:ascii="Times-Roman" w:hAnsi="Times-Roman" w:cs="Times-Roman"/>
          <w:sz w:val="24"/>
          <w:szCs w:val="24"/>
        </w:rPr>
        <w:t>oszeniu o rozbiórce budynku Urzędu  oraz z treścią umowy.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      Dokonałem wizji lokalnej w terenie i nie wnoszę uwag.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</w:t>
      </w:r>
      <w:r>
        <w:rPr>
          <w:rFonts w:ascii="Times-Roman" w:hAnsi="Times-Roman" w:cs="Times-Roman"/>
          <w:sz w:val="24"/>
          <w:szCs w:val="24"/>
        </w:rPr>
        <w:tab/>
        <w:t xml:space="preserve"> Akceptuję warunki udziału w postępowaniu oraz oświadczam, </w:t>
      </w:r>
    </w:p>
    <w:p w:rsidR="00D05DB0" w:rsidRPr="0089524C" w:rsidRDefault="00D05DB0" w:rsidP="0089524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89524C">
        <w:rPr>
          <w:rFonts w:ascii="Times-Roman" w:hAnsi="Times-Roman" w:cs="Times-Roman"/>
          <w:sz w:val="24"/>
          <w:szCs w:val="24"/>
        </w:rPr>
        <w:t>że zapoznałem się</w:t>
      </w:r>
      <w:r>
        <w:rPr>
          <w:rFonts w:ascii="Times-Roman" w:hAnsi="Times-Roman" w:cs="Times-Roman"/>
          <w:sz w:val="24"/>
          <w:szCs w:val="24"/>
        </w:rPr>
        <w:t xml:space="preserve"> ze stanem  budynku do rozbiórki,</w:t>
      </w:r>
    </w:p>
    <w:p w:rsidR="00D05DB0" w:rsidRPr="0089524C" w:rsidRDefault="00D05DB0" w:rsidP="00BF728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89524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3. </w:t>
      </w:r>
      <w:r>
        <w:rPr>
          <w:rFonts w:ascii="Times-Roman" w:hAnsi="Times-Roman" w:cs="Times-Roman"/>
          <w:sz w:val="24"/>
          <w:szCs w:val="24"/>
        </w:rPr>
        <w:tab/>
        <w:t>Składam ofertę na wykonanie wszystkich robót rozbiórkowych  budynku po dawnej siedzibie Urzędu Miasta i Gminy w Małogoszczu przy ul. Jędrzejowskiej 12 A.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b/>
          <w:bCs/>
          <w:sz w:val="24"/>
          <w:szCs w:val="24"/>
        </w:rPr>
        <w:t>z</w:t>
      </w:r>
      <w:r w:rsidRPr="00713340">
        <w:rPr>
          <w:rFonts w:ascii="Times-Roman" w:hAnsi="Times-Roman" w:cs="Times-Roman"/>
          <w:b/>
          <w:bCs/>
          <w:sz w:val="24"/>
          <w:szCs w:val="24"/>
        </w:rPr>
        <w:t>a kwotę brutto</w:t>
      </w:r>
      <w:r>
        <w:rPr>
          <w:rFonts w:ascii="Times-Roman" w:hAnsi="Times-Roman" w:cs="Times-Roman"/>
          <w:sz w:val="24"/>
          <w:szCs w:val="24"/>
        </w:rPr>
        <w:t xml:space="preserve"> zł ……………… słownie …………………………………………..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4. </w:t>
      </w:r>
      <w:r>
        <w:rPr>
          <w:rFonts w:ascii="Times-Roman" w:hAnsi="Times-Roman" w:cs="Times-Roman"/>
          <w:sz w:val="24"/>
          <w:szCs w:val="24"/>
        </w:rPr>
        <w:tab/>
        <w:t>W załączeniu dowód wpłaty wadium.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5.</w:t>
      </w:r>
      <w:r>
        <w:rPr>
          <w:rFonts w:ascii="Times-Roman" w:hAnsi="Times-Roman" w:cs="Times-Roman"/>
          <w:sz w:val="24"/>
          <w:szCs w:val="24"/>
        </w:rPr>
        <w:tab/>
        <w:t xml:space="preserve"> Wyrażam zgodę, aby w przypadku wyboru mojej oferty jako najkorzystniejszej pod względem oferowanej ceny – kwota wadium zaliczona została na poczet należytego wykonania umowy.</w:t>
      </w: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6.</w:t>
      </w:r>
      <w:r>
        <w:rPr>
          <w:rFonts w:ascii="Times-Roman" w:hAnsi="Times-Roman" w:cs="Times-Roman"/>
          <w:sz w:val="24"/>
          <w:szCs w:val="24"/>
        </w:rPr>
        <w:tab/>
        <w:t>W przypadku wyboru mojej oferty zobowiązuję się do podpisania umowy zgodnie ze wzorem zaproponowanym przez zamawiającego.</w:t>
      </w:r>
    </w:p>
    <w:p w:rsidR="00D05DB0" w:rsidRDefault="00D05DB0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D05DB0" w:rsidRDefault="00D05DB0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………………………………..…..</w:t>
      </w:r>
    </w:p>
    <w:p w:rsidR="00D05DB0" w:rsidRDefault="00D05DB0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           podpis oferenta </w:t>
      </w:r>
    </w:p>
    <w:p w:rsidR="00D05DB0" w:rsidRDefault="00D05DB0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D05DB0" w:rsidRPr="00A06BD8" w:rsidRDefault="00D05DB0" w:rsidP="00A06BD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*Niepotrzebne skreślić</w:t>
      </w:r>
    </w:p>
    <w:sectPr w:rsidR="00D05DB0" w:rsidRPr="00A06BD8" w:rsidSect="00CB0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621D"/>
    <w:multiLevelType w:val="hybridMultilevel"/>
    <w:tmpl w:val="45206D54"/>
    <w:lvl w:ilvl="0" w:tplc="71B0E49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6B4BA1"/>
    <w:multiLevelType w:val="hybridMultilevel"/>
    <w:tmpl w:val="B392992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C42"/>
    <w:rsid w:val="00061B79"/>
    <w:rsid w:val="00091086"/>
    <w:rsid w:val="000A5AE0"/>
    <w:rsid w:val="000B54AA"/>
    <w:rsid w:val="000D4E76"/>
    <w:rsid w:val="000E0383"/>
    <w:rsid w:val="00115982"/>
    <w:rsid w:val="00136457"/>
    <w:rsid w:val="00141F5A"/>
    <w:rsid w:val="00171387"/>
    <w:rsid w:val="00195F51"/>
    <w:rsid w:val="001A491D"/>
    <w:rsid w:val="001A4D2C"/>
    <w:rsid w:val="001A5479"/>
    <w:rsid w:val="001B183B"/>
    <w:rsid w:val="001B323C"/>
    <w:rsid w:val="001C272C"/>
    <w:rsid w:val="00254236"/>
    <w:rsid w:val="00260426"/>
    <w:rsid w:val="00274220"/>
    <w:rsid w:val="00276F7D"/>
    <w:rsid w:val="00292BA5"/>
    <w:rsid w:val="002B553A"/>
    <w:rsid w:val="002F59C4"/>
    <w:rsid w:val="00321D93"/>
    <w:rsid w:val="00330962"/>
    <w:rsid w:val="00331DD8"/>
    <w:rsid w:val="00351D97"/>
    <w:rsid w:val="00364873"/>
    <w:rsid w:val="00395197"/>
    <w:rsid w:val="00397F38"/>
    <w:rsid w:val="003A18F7"/>
    <w:rsid w:val="003B7113"/>
    <w:rsid w:val="003C22B2"/>
    <w:rsid w:val="003C4877"/>
    <w:rsid w:val="003D3FD3"/>
    <w:rsid w:val="003F3C07"/>
    <w:rsid w:val="0040046B"/>
    <w:rsid w:val="004167A7"/>
    <w:rsid w:val="00445ECD"/>
    <w:rsid w:val="004719B7"/>
    <w:rsid w:val="004753F7"/>
    <w:rsid w:val="00480FB5"/>
    <w:rsid w:val="0048194C"/>
    <w:rsid w:val="004E40AC"/>
    <w:rsid w:val="004E59F2"/>
    <w:rsid w:val="004F0B1C"/>
    <w:rsid w:val="005253BB"/>
    <w:rsid w:val="00530085"/>
    <w:rsid w:val="0053285D"/>
    <w:rsid w:val="00547165"/>
    <w:rsid w:val="00562417"/>
    <w:rsid w:val="00567DE9"/>
    <w:rsid w:val="00571F5D"/>
    <w:rsid w:val="00572196"/>
    <w:rsid w:val="00595CA2"/>
    <w:rsid w:val="005A33F6"/>
    <w:rsid w:val="005A60FD"/>
    <w:rsid w:val="006015F3"/>
    <w:rsid w:val="00641427"/>
    <w:rsid w:val="00677C03"/>
    <w:rsid w:val="006C0D25"/>
    <w:rsid w:val="006F5037"/>
    <w:rsid w:val="00713340"/>
    <w:rsid w:val="00744BB2"/>
    <w:rsid w:val="00751949"/>
    <w:rsid w:val="007809CE"/>
    <w:rsid w:val="007A0179"/>
    <w:rsid w:val="007B0543"/>
    <w:rsid w:val="007C7006"/>
    <w:rsid w:val="007D0DD2"/>
    <w:rsid w:val="007E15FF"/>
    <w:rsid w:val="007E55C6"/>
    <w:rsid w:val="008109CA"/>
    <w:rsid w:val="008229BD"/>
    <w:rsid w:val="0084634D"/>
    <w:rsid w:val="0088528A"/>
    <w:rsid w:val="0089524C"/>
    <w:rsid w:val="008B6E2D"/>
    <w:rsid w:val="0092188A"/>
    <w:rsid w:val="00921BCE"/>
    <w:rsid w:val="0092303D"/>
    <w:rsid w:val="00932C31"/>
    <w:rsid w:val="00967A90"/>
    <w:rsid w:val="00967EAE"/>
    <w:rsid w:val="009808D1"/>
    <w:rsid w:val="00980D2E"/>
    <w:rsid w:val="00993D6D"/>
    <w:rsid w:val="009A0A69"/>
    <w:rsid w:val="009C1383"/>
    <w:rsid w:val="009F11D0"/>
    <w:rsid w:val="00A06BD8"/>
    <w:rsid w:val="00A10280"/>
    <w:rsid w:val="00A1285E"/>
    <w:rsid w:val="00A27396"/>
    <w:rsid w:val="00A83FC8"/>
    <w:rsid w:val="00B16894"/>
    <w:rsid w:val="00B67DF1"/>
    <w:rsid w:val="00B814AF"/>
    <w:rsid w:val="00B85640"/>
    <w:rsid w:val="00B87107"/>
    <w:rsid w:val="00B912FF"/>
    <w:rsid w:val="00B94B2A"/>
    <w:rsid w:val="00BA1EDB"/>
    <w:rsid w:val="00BA6513"/>
    <w:rsid w:val="00BB154B"/>
    <w:rsid w:val="00BC49B4"/>
    <w:rsid w:val="00BF5D6A"/>
    <w:rsid w:val="00BF728C"/>
    <w:rsid w:val="00C008C0"/>
    <w:rsid w:val="00C413D5"/>
    <w:rsid w:val="00C4674A"/>
    <w:rsid w:val="00C87220"/>
    <w:rsid w:val="00C97C10"/>
    <w:rsid w:val="00CB0333"/>
    <w:rsid w:val="00CE6482"/>
    <w:rsid w:val="00CE7136"/>
    <w:rsid w:val="00D016B6"/>
    <w:rsid w:val="00D01AA4"/>
    <w:rsid w:val="00D05DB0"/>
    <w:rsid w:val="00D1063A"/>
    <w:rsid w:val="00D364C6"/>
    <w:rsid w:val="00D46E14"/>
    <w:rsid w:val="00D8178A"/>
    <w:rsid w:val="00D90C0E"/>
    <w:rsid w:val="00D914F4"/>
    <w:rsid w:val="00D97006"/>
    <w:rsid w:val="00DB38AC"/>
    <w:rsid w:val="00DF5C76"/>
    <w:rsid w:val="00DF6291"/>
    <w:rsid w:val="00E05469"/>
    <w:rsid w:val="00E059B6"/>
    <w:rsid w:val="00E12323"/>
    <w:rsid w:val="00E17F42"/>
    <w:rsid w:val="00E6733B"/>
    <w:rsid w:val="00E679F2"/>
    <w:rsid w:val="00ED1C42"/>
    <w:rsid w:val="00EE1B6B"/>
    <w:rsid w:val="00EF40DE"/>
    <w:rsid w:val="00EF4476"/>
    <w:rsid w:val="00F04481"/>
    <w:rsid w:val="00F5087C"/>
    <w:rsid w:val="00F85CD0"/>
    <w:rsid w:val="00F9483D"/>
    <w:rsid w:val="00FB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33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6B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1</Pages>
  <Words>186</Words>
  <Characters>1116</Characters>
  <Application>Microsoft Office Outlook</Application>
  <DocSecurity>0</DocSecurity>
  <Lines>0</Lines>
  <Paragraphs>0</Paragraphs>
  <ScaleCrop>false</ScaleCrop>
  <Company>Małogoszcz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</dc:creator>
  <cp:keywords/>
  <dc:description/>
  <cp:lastModifiedBy>Urząd Miejski</cp:lastModifiedBy>
  <cp:revision>30</cp:revision>
  <cp:lastPrinted>2014-03-25T10:07:00Z</cp:lastPrinted>
  <dcterms:created xsi:type="dcterms:W3CDTF">2014-03-20T14:10:00Z</dcterms:created>
  <dcterms:modified xsi:type="dcterms:W3CDTF">2015-05-13T10:06:00Z</dcterms:modified>
</cp:coreProperties>
</file>